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B44A4A" w14:textId="77777777" w:rsidR="004B232D" w:rsidRDefault="00D3599B" w:rsidP="00D3599B">
      <w:pPr>
        <w:pStyle w:val="NormalWeb"/>
        <w:spacing w:before="0" w:beforeAutospacing="0" w:after="0" w:afterAutospacing="0"/>
        <w:jc w:val="both"/>
        <w:rPr>
          <w:rFonts w:ascii="Garamond" w:hAnsi="Garamond"/>
          <w:color w:val="000000"/>
          <w:sz w:val="22"/>
          <w:szCs w:val="22"/>
        </w:rPr>
      </w:pPr>
      <w:r w:rsidRPr="00187E92">
        <w:rPr>
          <w:rFonts w:ascii="Garamond" w:hAnsi="Garamond"/>
          <w:color w:val="000000"/>
          <w:sz w:val="22"/>
          <w:szCs w:val="22"/>
        </w:rPr>
        <w:softHyphen/>
      </w:r>
    </w:p>
    <w:p w14:paraId="3F205811" w14:textId="77777777" w:rsidR="00F55A2F" w:rsidRDefault="00F55A2F" w:rsidP="00D3599B">
      <w:pPr>
        <w:pStyle w:val="NormalWeb"/>
        <w:spacing w:before="0" w:beforeAutospacing="0" w:after="0" w:afterAutospacing="0"/>
        <w:jc w:val="both"/>
        <w:rPr>
          <w:rFonts w:ascii="Garamond" w:hAnsi="Garamond"/>
          <w:color w:val="000000"/>
          <w:sz w:val="22"/>
          <w:szCs w:val="22"/>
        </w:rPr>
      </w:pPr>
    </w:p>
    <w:p w14:paraId="25B58DF7" w14:textId="3833BF76" w:rsidR="00040361" w:rsidRPr="00040361" w:rsidRDefault="00B418DF" w:rsidP="00040361">
      <w:pPr>
        <w:pStyle w:val="NormalWeb"/>
        <w:spacing w:after="0"/>
        <w:jc w:val="both"/>
        <w:rPr>
          <w:rFonts w:ascii="Garamond" w:hAnsi="Garamond"/>
          <w:color w:val="000000"/>
          <w:sz w:val="22"/>
          <w:szCs w:val="22"/>
        </w:rPr>
      </w:pPr>
      <w:r>
        <w:rPr>
          <w:rFonts w:ascii="Garamond" w:hAnsi="Garamond"/>
          <w:color w:val="000000"/>
          <w:sz w:val="22"/>
          <w:szCs w:val="22"/>
        </w:rPr>
        <w:t>September</w:t>
      </w:r>
      <w:r w:rsidR="00E545DC">
        <w:rPr>
          <w:rFonts w:ascii="Garamond" w:hAnsi="Garamond"/>
          <w:color w:val="000000"/>
          <w:sz w:val="22"/>
          <w:szCs w:val="22"/>
        </w:rPr>
        <w:t xml:space="preserve"> 2016</w:t>
      </w:r>
    </w:p>
    <w:p w14:paraId="70625142" w14:textId="77777777" w:rsidR="009B479F" w:rsidRDefault="009B479F" w:rsidP="0030721E">
      <w:pPr>
        <w:shd w:val="clear" w:color="auto" w:fill="FFFFFF"/>
        <w:rPr>
          <w:rFonts w:ascii="Garamond" w:hAnsi="Garamond" w:cs="Times New Roman"/>
          <w:color w:val="000000"/>
          <w:sz w:val="22"/>
          <w:szCs w:val="22"/>
        </w:rPr>
      </w:pPr>
    </w:p>
    <w:p w14:paraId="668FDF33" w14:textId="1BAD9037" w:rsidR="00E545DC" w:rsidRPr="00FC1462" w:rsidRDefault="00FC1462" w:rsidP="0030721E">
      <w:pPr>
        <w:shd w:val="clear" w:color="auto" w:fill="FFFFFF"/>
        <w:rPr>
          <w:rFonts w:ascii="Garamond" w:hAnsi="Garamond" w:cs="Times New Roman"/>
          <w:color w:val="000000"/>
          <w:sz w:val="22"/>
          <w:szCs w:val="22"/>
        </w:rPr>
      </w:pPr>
      <w:r w:rsidRPr="00FC1462">
        <w:rPr>
          <w:rFonts w:ascii="Garamond" w:hAnsi="Garamond" w:cs="Times New Roman"/>
          <w:color w:val="000000"/>
          <w:sz w:val="22"/>
          <w:szCs w:val="22"/>
        </w:rPr>
        <w:t>His Excellency Ahmad Zahid Hamidi</w:t>
      </w:r>
    </w:p>
    <w:p w14:paraId="3D63D495" w14:textId="2490B7F6" w:rsidR="00E545DC" w:rsidRDefault="00FC1462" w:rsidP="0030721E">
      <w:pPr>
        <w:shd w:val="clear" w:color="auto" w:fill="FFFFFF"/>
        <w:rPr>
          <w:rFonts w:ascii="Garamond" w:hAnsi="Garamond" w:cs="Times New Roman"/>
          <w:color w:val="000000"/>
          <w:sz w:val="22"/>
          <w:szCs w:val="22"/>
        </w:rPr>
      </w:pPr>
      <w:r>
        <w:rPr>
          <w:rFonts w:ascii="Garamond" w:hAnsi="Garamond" w:cs="Times New Roman"/>
          <w:color w:val="000000"/>
          <w:sz w:val="22"/>
          <w:szCs w:val="22"/>
        </w:rPr>
        <w:t>Deputy Prime Minister</w:t>
      </w:r>
    </w:p>
    <w:p w14:paraId="2EC53429" w14:textId="6DD328EE" w:rsidR="00A66F9E" w:rsidRDefault="00FC1462" w:rsidP="0030721E">
      <w:pPr>
        <w:shd w:val="clear" w:color="auto" w:fill="FFFFFF"/>
        <w:rPr>
          <w:rFonts w:ascii="Garamond" w:hAnsi="Garamond" w:cs="Times New Roman"/>
          <w:color w:val="000000"/>
          <w:sz w:val="22"/>
          <w:szCs w:val="22"/>
        </w:rPr>
      </w:pPr>
      <w:r>
        <w:rPr>
          <w:rFonts w:ascii="Garamond" w:hAnsi="Garamond" w:cs="Times New Roman"/>
          <w:color w:val="000000"/>
          <w:sz w:val="22"/>
          <w:szCs w:val="22"/>
        </w:rPr>
        <w:t>Malaysia</w:t>
      </w:r>
    </w:p>
    <w:p w14:paraId="06D444E5" w14:textId="77777777" w:rsidR="009B479F" w:rsidRPr="00E545DC" w:rsidRDefault="009B479F" w:rsidP="0030721E">
      <w:pPr>
        <w:shd w:val="clear" w:color="auto" w:fill="FFFFFF"/>
        <w:rPr>
          <w:rFonts w:ascii="Garamond" w:hAnsi="Garamond" w:cs="Times New Roman"/>
          <w:color w:val="000000"/>
          <w:sz w:val="22"/>
          <w:szCs w:val="22"/>
        </w:rPr>
      </w:pPr>
      <w:bookmarkStart w:id="0" w:name="_GoBack"/>
      <w:bookmarkEnd w:id="0"/>
    </w:p>
    <w:p w14:paraId="3872A422" w14:textId="5D0D2C0D" w:rsidR="00E545DC" w:rsidRPr="00E545DC" w:rsidRDefault="00FC1462" w:rsidP="00E545DC">
      <w:pPr>
        <w:shd w:val="clear" w:color="auto" w:fill="FFFFFF"/>
        <w:spacing w:before="100" w:beforeAutospacing="1"/>
        <w:jc w:val="both"/>
        <w:rPr>
          <w:rFonts w:ascii="Garamond" w:hAnsi="Garamond" w:cs="Times New Roman"/>
          <w:color w:val="000000"/>
          <w:sz w:val="22"/>
          <w:szCs w:val="22"/>
        </w:rPr>
      </w:pPr>
      <w:r>
        <w:rPr>
          <w:rFonts w:ascii="Garamond" w:hAnsi="Garamond" w:cs="Times New Roman"/>
          <w:color w:val="000000"/>
          <w:sz w:val="22"/>
          <w:szCs w:val="22"/>
        </w:rPr>
        <w:t>Your Excellency</w:t>
      </w:r>
      <w:r w:rsidR="00E545DC" w:rsidRPr="00E545DC">
        <w:rPr>
          <w:rFonts w:ascii="Garamond" w:hAnsi="Garamond" w:cs="Times New Roman"/>
          <w:color w:val="000000"/>
          <w:sz w:val="22"/>
          <w:szCs w:val="22"/>
        </w:rPr>
        <w:t xml:space="preserve">, </w:t>
      </w:r>
    </w:p>
    <w:p w14:paraId="210F88D1" w14:textId="4D6BB55B" w:rsidR="00E545DC" w:rsidRPr="00E545DC" w:rsidRDefault="009B479F" w:rsidP="00E545DC">
      <w:pPr>
        <w:shd w:val="clear" w:color="auto" w:fill="FFFFFF"/>
        <w:spacing w:before="100" w:beforeAutospacing="1"/>
        <w:jc w:val="both"/>
        <w:rPr>
          <w:rFonts w:ascii="Garamond" w:hAnsi="Garamond" w:cs="Times New Roman"/>
          <w:color w:val="000000"/>
          <w:sz w:val="22"/>
          <w:szCs w:val="22"/>
        </w:rPr>
      </w:pPr>
      <w:r>
        <w:rPr>
          <w:rFonts w:ascii="Garamond" w:hAnsi="Garamond" w:cs="Times New Roman"/>
          <w:color w:val="000000"/>
          <w:sz w:val="22"/>
          <w:szCs w:val="22"/>
        </w:rPr>
        <w:t>We are</w:t>
      </w:r>
      <w:r w:rsidR="00E545DC" w:rsidRPr="00E545DC">
        <w:rPr>
          <w:rFonts w:ascii="Garamond" w:hAnsi="Garamond" w:cs="Times New Roman"/>
          <w:color w:val="000000"/>
          <w:sz w:val="22"/>
          <w:szCs w:val="22"/>
        </w:rPr>
        <w:t xml:space="preserve"> honored </w:t>
      </w:r>
      <w:r>
        <w:rPr>
          <w:rFonts w:ascii="Garamond" w:hAnsi="Garamond" w:cs="Times New Roman"/>
          <w:color w:val="000000"/>
          <w:sz w:val="22"/>
          <w:szCs w:val="22"/>
        </w:rPr>
        <w:t>to confirm your participation</w:t>
      </w:r>
      <w:r w:rsidR="00E545DC" w:rsidRPr="00E545DC">
        <w:rPr>
          <w:rFonts w:ascii="Garamond" w:hAnsi="Garamond" w:cs="Times New Roman"/>
          <w:color w:val="000000"/>
          <w:sz w:val="22"/>
          <w:szCs w:val="22"/>
        </w:rPr>
        <w:t xml:space="preserve"> at the </w:t>
      </w:r>
      <w:r w:rsidR="00E545DC" w:rsidRPr="00E545DC">
        <w:rPr>
          <w:rFonts w:ascii="Garamond" w:hAnsi="Garamond" w:cs="Times New Roman"/>
          <w:b/>
          <w:bCs/>
          <w:color w:val="000000"/>
          <w:sz w:val="22"/>
          <w:szCs w:val="22"/>
        </w:rPr>
        <w:t>2016 Concordia Summit</w:t>
      </w:r>
      <w:r w:rsidR="00E545DC" w:rsidRPr="00E545DC">
        <w:rPr>
          <w:rFonts w:ascii="Garamond" w:hAnsi="Garamond" w:cs="Times New Roman"/>
          <w:color w:val="000000"/>
          <w:sz w:val="22"/>
          <w:szCs w:val="22"/>
        </w:rPr>
        <w:t xml:space="preserve">, on </w:t>
      </w:r>
      <w:r w:rsidR="00E545DC" w:rsidRPr="00E545DC">
        <w:rPr>
          <w:rFonts w:ascii="Garamond" w:hAnsi="Garamond" w:cs="Times New Roman"/>
          <w:b/>
          <w:bCs/>
          <w:color w:val="000000"/>
          <w:sz w:val="22"/>
          <w:szCs w:val="22"/>
        </w:rPr>
        <w:t>September 19th and 20th</w:t>
      </w:r>
      <w:r w:rsidR="00E545DC" w:rsidRPr="00E545DC">
        <w:rPr>
          <w:rFonts w:ascii="Garamond" w:hAnsi="Garamond" w:cs="Times New Roman"/>
          <w:bCs/>
          <w:color w:val="000000"/>
          <w:sz w:val="22"/>
          <w:szCs w:val="22"/>
        </w:rPr>
        <w:t xml:space="preserve"> </w:t>
      </w:r>
      <w:r w:rsidR="00E545DC" w:rsidRPr="00E545DC">
        <w:rPr>
          <w:rFonts w:ascii="Garamond" w:hAnsi="Garamond" w:cs="Times New Roman"/>
          <w:color w:val="000000"/>
          <w:sz w:val="22"/>
          <w:szCs w:val="22"/>
        </w:rPr>
        <w:t xml:space="preserve">at the </w:t>
      </w:r>
      <w:r w:rsidR="00E545DC" w:rsidRPr="00E545DC">
        <w:rPr>
          <w:rFonts w:ascii="Garamond" w:hAnsi="Garamond" w:cs="Times New Roman"/>
          <w:b/>
          <w:bCs/>
          <w:color w:val="000000"/>
          <w:sz w:val="22"/>
          <w:szCs w:val="22"/>
        </w:rPr>
        <w:t>Grand Hyatt New York</w:t>
      </w:r>
      <w:r w:rsidR="00E545DC" w:rsidRPr="00E545DC">
        <w:rPr>
          <w:rFonts w:ascii="Garamond" w:hAnsi="Garamond" w:cs="Times New Roman"/>
          <w:color w:val="000000"/>
          <w:sz w:val="22"/>
          <w:szCs w:val="22"/>
        </w:rPr>
        <w:t xml:space="preserve">. </w:t>
      </w:r>
    </w:p>
    <w:p w14:paraId="6C0072F2" w14:textId="77777777" w:rsidR="00E545DC" w:rsidRPr="00E545DC" w:rsidRDefault="00E545DC" w:rsidP="00E545DC">
      <w:pPr>
        <w:shd w:val="clear" w:color="auto" w:fill="FFFFFF"/>
        <w:spacing w:before="100" w:beforeAutospacing="1"/>
        <w:jc w:val="both"/>
        <w:rPr>
          <w:rFonts w:ascii="Garamond" w:hAnsi="Garamond" w:cs="Times New Roman"/>
          <w:color w:val="000000"/>
          <w:sz w:val="22"/>
          <w:szCs w:val="22"/>
        </w:rPr>
      </w:pPr>
      <w:r w:rsidRPr="00E545DC">
        <w:rPr>
          <w:rFonts w:ascii="Garamond" w:hAnsi="Garamond" w:cs="Times New Roman"/>
          <w:color w:val="000000"/>
          <w:sz w:val="22"/>
          <w:szCs w:val="22"/>
        </w:rPr>
        <w:t xml:space="preserve">As Vice President Joe Biden stated at the 2015 Summit, “Partnerships do more than just take on real challenges we're seeing day to day... Partnerships are vital to helping generate a virtuous cycle.” The 2016 Concordia Summit will convene a diversity of opinions to discuss the power of partnership when tackling timely issues such as: cybersecurity and intellectual property, human rights and democracy, migration and emergency response, women’s empowerment and gender equality, forced labor and trafficking, international trade policy, and global health service delivery. </w:t>
      </w:r>
    </w:p>
    <w:p w14:paraId="68469084" w14:textId="77777777" w:rsidR="00E545DC" w:rsidRPr="00E545DC" w:rsidRDefault="00E545DC" w:rsidP="00E545DC">
      <w:pPr>
        <w:shd w:val="clear" w:color="auto" w:fill="FFFFFF"/>
        <w:spacing w:before="100" w:beforeAutospacing="1"/>
        <w:jc w:val="both"/>
        <w:rPr>
          <w:rFonts w:ascii="Garamond" w:hAnsi="Garamond" w:cs="Times New Roman"/>
          <w:color w:val="000000"/>
          <w:sz w:val="22"/>
          <w:szCs w:val="22"/>
        </w:rPr>
      </w:pPr>
      <w:r w:rsidRPr="00E545DC">
        <w:rPr>
          <w:rFonts w:ascii="Garamond" w:hAnsi="Garamond" w:cs="Times New Roman"/>
          <w:color w:val="000000"/>
          <w:sz w:val="22"/>
          <w:szCs w:val="22"/>
        </w:rPr>
        <w:t xml:space="preserve">As the world turns its attention to New York City during the week of the General Debate of the UN General Assembly, the Concordia Summit offers an extraordinary opportunity to weigh in on the most relevant issues of our time. The Summit has become a respected and compelling nonpartisan, nonprofit platform that transforms and enhances the way global leaders approach the world’s greatest challenges. As our signature annual gathering, the Summit catalyzes action through shared value approaches and social impact objectives. Previous Concordia Summits have brought together over 3,000 participants, including current and former heads of state, international and US- based Fortune 500 C-suite executives, prominent nonprofit leaders, and senior Congressional and Administration officials. </w:t>
      </w:r>
    </w:p>
    <w:p w14:paraId="762319A7" w14:textId="499B1DA3" w:rsidR="00E545DC" w:rsidRPr="00E545DC" w:rsidRDefault="00E545DC" w:rsidP="00E545DC">
      <w:pPr>
        <w:shd w:val="clear" w:color="auto" w:fill="FFFFFF"/>
        <w:spacing w:before="100" w:beforeAutospacing="1"/>
        <w:jc w:val="both"/>
        <w:rPr>
          <w:rFonts w:ascii="Garamond" w:hAnsi="Garamond" w:cs="Times New Roman"/>
          <w:color w:val="000000"/>
          <w:sz w:val="22"/>
          <w:szCs w:val="22"/>
        </w:rPr>
      </w:pPr>
      <w:r w:rsidRPr="00E545DC">
        <w:rPr>
          <w:rFonts w:ascii="Garamond" w:hAnsi="Garamond" w:cs="Times New Roman"/>
          <w:color w:val="000000"/>
          <w:sz w:val="22"/>
          <w:szCs w:val="22"/>
        </w:rPr>
        <w:t xml:space="preserve">We </w:t>
      </w:r>
      <w:r w:rsidR="009B479F">
        <w:rPr>
          <w:rFonts w:ascii="Garamond" w:hAnsi="Garamond" w:cs="Times New Roman"/>
          <w:color w:val="000000"/>
          <w:sz w:val="22"/>
          <w:szCs w:val="22"/>
        </w:rPr>
        <w:t>look forward to hosting you at this year’s Summit and to your continued engagement with Concordia. If you have any additional questions, please contact Concordia’s Director of Strategic Engagement, Maria Correa at mcorrea@concordia.net or (646) 568-1388.</w:t>
      </w:r>
    </w:p>
    <w:p w14:paraId="654B65E2" w14:textId="67989C16" w:rsidR="00340513" w:rsidRPr="00E545DC" w:rsidRDefault="00E545DC" w:rsidP="00893E91">
      <w:pPr>
        <w:shd w:val="clear" w:color="auto" w:fill="FFFFFF"/>
        <w:spacing w:before="100" w:beforeAutospacing="1"/>
        <w:jc w:val="both"/>
        <w:rPr>
          <w:rFonts w:ascii="Garamond" w:hAnsi="Garamond" w:cs="Times New Roman"/>
          <w:color w:val="000000"/>
          <w:sz w:val="22"/>
          <w:szCs w:val="22"/>
        </w:rPr>
      </w:pPr>
      <w:r w:rsidRPr="00E545DC">
        <w:rPr>
          <w:rFonts w:ascii="Garamond" w:hAnsi="Garamond" w:cs="Times New Roman"/>
          <w:color w:val="000000"/>
          <w:sz w:val="22"/>
          <w:szCs w:val="22"/>
        </w:rPr>
        <w:t>Sincerely</w:t>
      </w:r>
      <w:r w:rsidR="00F371F3" w:rsidRPr="00E545DC">
        <w:rPr>
          <w:rFonts w:ascii="Garamond" w:hAnsi="Garamond" w:cs="Times New Roman"/>
          <w:sz w:val="22"/>
          <w:szCs w:val="22"/>
        </w:rPr>
        <w:t xml:space="preserve">, </w:t>
      </w:r>
      <w:r w:rsidR="0061003E" w:rsidRPr="00E545DC">
        <w:rPr>
          <w:rFonts w:ascii="Garamond" w:hAnsi="Garamond" w:cs="Times New Roman"/>
          <w:sz w:val="22"/>
          <w:szCs w:val="22"/>
        </w:rPr>
        <w:t xml:space="preserve"> </w:t>
      </w:r>
    </w:p>
    <w:p w14:paraId="3FFC3396" w14:textId="702427E5" w:rsidR="00FA3830" w:rsidRPr="00DB6F97" w:rsidRDefault="00F644C8" w:rsidP="00DB6F97">
      <w:pPr>
        <w:shd w:val="clear" w:color="auto" w:fill="FFFFFF"/>
        <w:spacing w:before="100" w:beforeAutospacing="1"/>
        <w:ind w:left="-360"/>
        <w:jc w:val="both"/>
        <w:rPr>
          <w:rFonts w:ascii="Garamond" w:hAnsi="Garamond"/>
          <w:sz w:val="22"/>
          <w:szCs w:val="22"/>
        </w:rPr>
      </w:pPr>
      <w:r>
        <w:rPr>
          <w:rFonts w:ascii="Garamond" w:hAnsi="Garamond"/>
          <w:noProof/>
          <w:sz w:val="22"/>
          <w:szCs w:val="22"/>
        </w:rPr>
        <mc:AlternateContent>
          <mc:Choice Requires="wps">
            <w:drawing>
              <wp:anchor distT="0" distB="0" distL="114300" distR="114300" simplePos="0" relativeHeight="251663360" behindDoc="0" locked="0" layoutInCell="1" allowOverlap="1" wp14:anchorId="6FADCEB2" wp14:editId="04072AB6">
                <wp:simplePos x="0" y="0"/>
                <wp:positionH relativeFrom="column">
                  <wp:posOffset>571500</wp:posOffset>
                </wp:positionH>
                <wp:positionV relativeFrom="paragraph">
                  <wp:posOffset>688340</wp:posOffset>
                </wp:positionV>
                <wp:extent cx="2400300" cy="571500"/>
                <wp:effectExtent l="0" t="0" r="0" b="12700"/>
                <wp:wrapSquare wrapText="bothSides"/>
                <wp:docPr id="6" name="Text Box 6"/>
                <wp:cNvGraphicFramePr/>
                <a:graphic xmlns:a="http://schemas.openxmlformats.org/drawingml/2006/main">
                  <a:graphicData uri="http://schemas.microsoft.com/office/word/2010/wordprocessingShape">
                    <wps:wsp>
                      <wps:cNvSpPr txBox="1"/>
                      <wps:spPr>
                        <a:xfrm>
                          <a:off x="0" y="0"/>
                          <a:ext cx="2400300" cy="5715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576B95B" w14:textId="6B6AF35A" w:rsidR="00260C22" w:rsidRDefault="00260C22" w:rsidP="00BF6347">
                            <w:pPr>
                              <w:jc w:val="center"/>
                              <w:rPr>
                                <w:rFonts w:ascii="Garamond" w:hAnsi="Garamond"/>
                                <w:sz w:val="22"/>
                                <w:szCs w:val="22"/>
                              </w:rPr>
                            </w:pPr>
                            <w:r>
                              <w:rPr>
                                <w:rFonts w:ascii="Garamond" w:hAnsi="Garamond"/>
                                <w:sz w:val="22"/>
                                <w:szCs w:val="22"/>
                              </w:rPr>
                              <w:t>Matthew A. Swift</w:t>
                            </w:r>
                          </w:p>
                          <w:p w14:paraId="56B19174" w14:textId="28447318" w:rsidR="00260C22" w:rsidRDefault="00260C22" w:rsidP="00BF6347">
                            <w:pPr>
                              <w:jc w:val="center"/>
                              <w:rPr>
                                <w:rFonts w:ascii="Garamond" w:hAnsi="Garamond"/>
                                <w:sz w:val="22"/>
                                <w:szCs w:val="22"/>
                              </w:rPr>
                            </w:pPr>
                            <w:r>
                              <w:rPr>
                                <w:rFonts w:ascii="Garamond" w:hAnsi="Garamond"/>
                                <w:sz w:val="22"/>
                                <w:szCs w:val="22"/>
                              </w:rPr>
                              <w:t>Co-Founder, Chairman, &amp; CEO</w:t>
                            </w:r>
                          </w:p>
                          <w:p w14:paraId="7525EE39" w14:textId="77777777" w:rsidR="00260C22" w:rsidRDefault="00260C22" w:rsidP="00BF6347">
                            <w:pPr>
                              <w:jc w:val="center"/>
                            </w:pPr>
                            <w:r>
                              <w:rPr>
                                <w:rFonts w:ascii="Garamond" w:hAnsi="Garamond"/>
                                <w:sz w:val="22"/>
                                <w:szCs w:val="22"/>
                              </w:rPr>
                              <w:t>Concordia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6" o:spid="_x0000_s1026" type="#_x0000_t202" style="position:absolute;left:0;text-align:left;margin-left:45pt;margin-top:54.2pt;width:189pt;height: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" filled="f" stroked="f">
                <v:textbox>
                  <w:txbxContent>
                    <w:p w14:paraId="2576B95B" w14:textId="6B6AF35A" w:rsidR="00260C22" w:rsidRDefault="00260C22" w:rsidP="00BF6347">
                      <w:pPr>
                        <w:jc w:val="center"/>
                        <w:rPr>
                          <w:rFonts w:ascii="Garamond" w:hAnsi="Garamond"/>
                          <w:sz w:val="22"/>
                          <w:szCs w:val="22"/>
                        </w:rPr>
                      </w:pPr>
                      <w:r>
                        <w:rPr>
                          <w:rFonts w:ascii="Garamond" w:hAnsi="Garamond"/>
                          <w:sz w:val="22"/>
                          <w:szCs w:val="22"/>
                        </w:rPr>
                        <w:t>Matthew A. Swift</w:t>
                      </w:r>
                    </w:p>
                    <w:p w14:paraId="56B19174" w14:textId="28447318" w:rsidR="00260C22" w:rsidRDefault="00260C22" w:rsidP="00BF6347">
                      <w:pPr>
                        <w:jc w:val="center"/>
                        <w:rPr>
                          <w:rFonts w:ascii="Garamond" w:hAnsi="Garamond"/>
                          <w:sz w:val="22"/>
                          <w:szCs w:val="22"/>
                        </w:rPr>
                      </w:pPr>
                      <w:r>
                        <w:rPr>
                          <w:rFonts w:ascii="Garamond" w:hAnsi="Garamond"/>
                          <w:sz w:val="22"/>
                          <w:szCs w:val="22"/>
                        </w:rPr>
                        <w:t>Co-Founder, Chairman, &amp; CEO</w:t>
                      </w:r>
                    </w:p>
                    <w:p w14:paraId="7525EE39" w14:textId="77777777" w:rsidR="00260C22" w:rsidRDefault="00260C22" w:rsidP="00BF6347">
                      <w:pPr>
                        <w:jc w:val="center"/>
                      </w:pPr>
                      <w:r>
                        <w:rPr>
                          <w:rFonts w:ascii="Garamond" w:hAnsi="Garamond"/>
                          <w:sz w:val="22"/>
                          <w:szCs w:val="22"/>
                        </w:rPr>
                        <w:t>Concordia</w:t>
                      </w:r>
                    </w:p>
                  </w:txbxContent>
                </v:textbox>
                <w10:wrap type="square"/>
              </v:shape>
            </w:pict>
          </mc:Fallback>
        </mc:AlternateContent>
      </w:r>
      <w:r>
        <w:rPr>
          <w:rFonts w:ascii="Garamond" w:hAnsi="Garamond"/>
          <w:noProof/>
          <w:sz w:val="22"/>
          <w:szCs w:val="22"/>
        </w:rPr>
        <w:drawing>
          <wp:anchor distT="0" distB="0" distL="114300" distR="114300" simplePos="0" relativeHeight="251659264" behindDoc="0" locked="0" layoutInCell="1" allowOverlap="1" wp14:anchorId="3CA3E688" wp14:editId="4DF2ED6E">
            <wp:simplePos x="0" y="0"/>
            <wp:positionH relativeFrom="column">
              <wp:posOffset>1046480</wp:posOffset>
            </wp:positionH>
            <wp:positionV relativeFrom="paragraph">
              <wp:posOffset>201930</wp:posOffset>
            </wp:positionV>
            <wp:extent cx="1239520" cy="506730"/>
            <wp:effectExtent l="0" t="0" r="5080" b="1270"/>
            <wp:wrapNone/>
            <wp:docPr id="1" name="Picture 1" descr="Macintosh HD:Users:giuliam:Documents:Aldeia:Concordia:Materials:MAS sig. 05222013_0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giuliam:Documents:Aldeia:Concordia:Materials:MAS sig. 05222013_0000.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39520" cy="50673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Garamond" w:hAnsi="Garamond"/>
          <w:noProof/>
          <w:sz w:val="22"/>
          <w:szCs w:val="22"/>
        </w:rPr>
        <mc:AlternateContent>
          <mc:Choice Requires="wps">
            <w:drawing>
              <wp:anchor distT="0" distB="0" distL="114300" distR="114300" simplePos="0" relativeHeight="251661312" behindDoc="0" locked="0" layoutInCell="1" allowOverlap="1" wp14:anchorId="61348A86" wp14:editId="16E6C011">
                <wp:simplePos x="0" y="0"/>
                <wp:positionH relativeFrom="column">
                  <wp:posOffset>3657600</wp:posOffset>
                </wp:positionH>
                <wp:positionV relativeFrom="paragraph">
                  <wp:posOffset>688340</wp:posOffset>
                </wp:positionV>
                <wp:extent cx="2400300" cy="571500"/>
                <wp:effectExtent l="0" t="0" r="0" b="12700"/>
                <wp:wrapSquare wrapText="bothSides"/>
                <wp:docPr id="5" name="Text Box 5"/>
                <wp:cNvGraphicFramePr/>
                <a:graphic xmlns:a="http://schemas.openxmlformats.org/drawingml/2006/main">
                  <a:graphicData uri="http://schemas.microsoft.com/office/word/2010/wordprocessingShape">
                    <wps:wsp>
                      <wps:cNvSpPr txBox="1"/>
                      <wps:spPr>
                        <a:xfrm>
                          <a:off x="0" y="0"/>
                          <a:ext cx="2400300" cy="5715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1234CEE" w14:textId="03FBBC14" w:rsidR="00260C22" w:rsidRDefault="00260C22" w:rsidP="00BF6347">
                            <w:pPr>
                              <w:jc w:val="center"/>
                              <w:rPr>
                                <w:rFonts w:ascii="Garamond" w:hAnsi="Garamond"/>
                                <w:sz w:val="22"/>
                                <w:szCs w:val="22"/>
                              </w:rPr>
                            </w:pPr>
                            <w:r w:rsidRPr="007901FF">
                              <w:rPr>
                                <w:rFonts w:ascii="Garamond" w:hAnsi="Garamond"/>
                                <w:sz w:val="22"/>
                                <w:szCs w:val="22"/>
                              </w:rPr>
                              <w:t xml:space="preserve">Nicholas </w:t>
                            </w:r>
                            <w:r>
                              <w:rPr>
                                <w:rFonts w:ascii="Garamond" w:hAnsi="Garamond"/>
                                <w:sz w:val="22"/>
                                <w:szCs w:val="22"/>
                              </w:rPr>
                              <w:t xml:space="preserve">M. </w:t>
                            </w:r>
                            <w:r w:rsidRPr="007901FF">
                              <w:rPr>
                                <w:rFonts w:ascii="Garamond" w:hAnsi="Garamond"/>
                                <w:sz w:val="22"/>
                                <w:szCs w:val="22"/>
                              </w:rPr>
                              <w:t>Logothetis</w:t>
                            </w:r>
                          </w:p>
                          <w:p w14:paraId="3BB232CF" w14:textId="386A3C20" w:rsidR="00260C22" w:rsidRDefault="00260C22" w:rsidP="00BF6347">
                            <w:pPr>
                              <w:jc w:val="center"/>
                              <w:rPr>
                                <w:rFonts w:ascii="Garamond" w:hAnsi="Garamond"/>
                                <w:sz w:val="22"/>
                                <w:szCs w:val="22"/>
                              </w:rPr>
                            </w:pPr>
                            <w:r>
                              <w:rPr>
                                <w:rFonts w:ascii="Garamond" w:hAnsi="Garamond"/>
                                <w:sz w:val="22"/>
                                <w:szCs w:val="22"/>
                              </w:rPr>
                              <w:t>Co-Founder &amp; Chairman of the Board</w:t>
                            </w:r>
                          </w:p>
                          <w:p w14:paraId="3E5405AB" w14:textId="5E916AA5" w:rsidR="00260C22" w:rsidRDefault="00260C22" w:rsidP="00BF6347">
                            <w:pPr>
                              <w:jc w:val="center"/>
                            </w:pPr>
                            <w:r>
                              <w:rPr>
                                <w:rFonts w:ascii="Garamond" w:hAnsi="Garamond"/>
                                <w:sz w:val="22"/>
                                <w:szCs w:val="22"/>
                              </w:rPr>
                              <w:t>Concordia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27" type="#_x0000_t202" style="position:absolute;left:0;text-align:left;margin-left:4in;margin-top:54.2pt;width:189pt;height: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" filled="f" stroked="f">
                <v:textbox>
                  <w:txbxContent>
                    <w:p w14:paraId="21234CEE" w14:textId="03FBBC14" w:rsidR="00260C22" w:rsidRDefault="00260C22" w:rsidP="00BF6347">
                      <w:pPr>
                        <w:jc w:val="center"/>
                        <w:rPr>
                          <w:rFonts w:ascii="Garamond" w:hAnsi="Garamond"/>
                          <w:sz w:val="22"/>
                          <w:szCs w:val="22"/>
                        </w:rPr>
                      </w:pPr>
                      <w:r w:rsidRPr="007901FF">
                        <w:rPr>
                          <w:rFonts w:ascii="Garamond" w:hAnsi="Garamond"/>
                          <w:sz w:val="22"/>
                          <w:szCs w:val="22"/>
                        </w:rPr>
                        <w:t xml:space="preserve">Nicholas </w:t>
                      </w:r>
                      <w:r>
                        <w:rPr>
                          <w:rFonts w:ascii="Garamond" w:hAnsi="Garamond"/>
                          <w:sz w:val="22"/>
                          <w:szCs w:val="22"/>
                        </w:rPr>
                        <w:t xml:space="preserve">M. </w:t>
                      </w:r>
                      <w:proofErr w:type="spellStart"/>
                      <w:r w:rsidRPr="007901FF">
                        <w:rPr>
                          <w:rFonts w:ascii="Garamond" w:hAnsi="Garamond"/>
                          <w:sz w:val="22"/>
                          <w:szCs w:val="22"/>
                        </w:rPr>
                        <w:t>Logothetis</w:t>
                      </w:r>
                      <w:proofErr w:type="spellEnd"/>
                    </w:p>
                    <w:p w14:paraId="3BB232CF" w14:textId="386A3C20" w:rsidR="00260C22" w:rsidRDefault="00260C22" w:rsidP="00BF6347">
                      <w:pPr>
                        <w:jc w:val="center"/>
                        <w:rPr>
                          <w:rFonts w:ascii="Garamond" w:hAnsi="Garamond"/>
                          <w:sz w:val="22"/>
                          <w:szCs w:val="22"/>
                        </w:rPr>
                      </w:pPr>
                      <w:r>
                        <w:rPr>
                          <w:rFonts w:ascii="Garamond" w:hAnsi="Garamond"/>
                          <w:sz w:val="22"/>
                          <w:szCs w:val="22"/>
                        </w:rPr>
                        <w:t>Co-Founder &amp; Chairman of the Board</w:t>
                      </w:r>
                    </w:p>
                    <w:p w14:paraId="3E5405AB" w14:textId="5E916AA5" w:rsidR="00260C22" w:rsidRDefault="00260C22" w:rsidP="00BF6347">
                      <w:pPr>
                        <w:jc w:val="center"/>
                      </w:pPr>
                      <w:r>
                        <w:rPr>
                          <w:rFonts w:ascii="Garamond" w:hAnsi="Garamond"/>
                          <w:sz w:val="22"/>
                          <w:szCs w:val="22"/>
                        </w:rPr>
                        <w:t>Concordia</w:t>
                      </w:r>
                    </w:p>
                  </w:txbxContent>
                </v:textbox>
                <w10:wrap type="square"/>
              </v:shape>
            </w:pict>
          </mc:Fallback>
        </mc:AlternateContent>
      </w:r>
      <w:r>
        <w:rPr>
          <w:rFonts w:ascii="Garamond" w:hAnsi="Garamond"/>
          <w:noProof/>
          <w:sz w:val="22"/>
          <w:szCs w:val="22"/>
        </w:rPr>
        <w:drawing>
          <wp:anchor distT="0" distB="0" distL="114300" distR="114300" simplePos="0" relativeHeight="251660288" behindDoc="0" locked="0" layoutInCell="1" allowOverlap="1" wp14:anchorId="4953D7F6" wp14:editId="7B8B692D">
            <wp:simplePos x="0" y="0"/>
            <wp:positionH relativeFrom="column">
              <wp:posOffset>4229100</wp:posOffset>
            </wp:positionH>
            <wp:positionV relativeFrom="paragraph">
              <wp:posOffset>217170</wp:posOffset>
            </wp:positionV>
            <wp:extent cx="1143000" cy="47625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43000"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00340513">
        <w:rPr>
          <w:rFonts w:ascii="Garamond" w:hAnsi="Garamond"/>
          <w:sz w:val="22"/>
          <w:szCs w:val="22"/>
        </w:rPr>
        <w:t xml:space="preserve"> </w:t>
      </w:r>
    </w:p>
    <w:sectPr w:rsidR="00FA3830" w:rsidRPr="00DB6F97" w:rsidSect="00721101">
      <w:headerReference w:type="default" r:id="rId9"/>
      <w:footerReference w:type="default" r:id="rId10"/>
      <w:pgSz w:w="12240" w:h="15840"/>
      <w:pgMar w:top="1152" w:right="1080" w:bottom="1152" w:left="1080" w:header="36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C29CE2" w14:textId="77777777" w:rsidR="00EA1C85" w:rsidRDefault="00EA1C85" w:rsidP="00793801">
      <w:r>
        <w:separator/>
      </w:r>
    </w:p>
  </w:endnote>
  <w:endnote w:type="continuationSeparator" w:id="0">
    <w:p w14:paraId="3FB15B3F" w14:textId="77777777" w:rsidR="00EA1C85" w:rsidRDefault="00EA1C85" w:rsidP="00793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Times New Roman">
    <w:panose1 w:val="02020603050405020304"/>
    <w:charset w:val="00"/>
    <w:family w:val="auto"/>
    <w:pitch w:val="variable"/>
    <w:sig w:usb0="E0002AE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Segoe UI">
    <w:altName w:val="Courier New"/>
    <w:charset w:val="00"/>
    <w:family w:val="swiss"/>
    <w:pitch w:val="variable"/>
    <w:sig w:usb0="E10022FF" w:usb1="C000E47F" w:usb2="00000029" w:usb3="00000000" w:csb0="000001DF" w:csb1="00000000"/>
  </w:font>
  <w:font w:name="Garamond">
    <w:panose1 w:val="02020404030301010803"/>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A32D49" w14:textId="77777777" w:rsidR="00260C22" w:rsidRDefault="00260C22" w:rsidP="000E2ABD">
    <w:pPr>
      <w:pStyle w:val="Footer"/>
      <w:tabs>
        <w:tab w:val="left" w:pos="960"/>
        <w:tab w:val="center" w:pos="5040"/>
      </w:tabs>
      <w:jc w:val="center"/>
    </w:pPr>
    <w:r>
      <w:softHyphen/>
    </w:r>
    <w:r>
      <w:rPr>
        <w:noProof/>
      </w:rPr>
      <w:drawing>
        <wp:inline distT="0" distB="0" distL="0" distR="0" wp14:anchorId="7A907A95" wp14:editId="13BB9819">
          <wp:extent cx="4329273" cy="429737"/>
          <wp:effectExtent l="0" t="0" r="0" b="2540"/>
          <wp:docPr id="4" name="Picture 2" descr="Macintosh HD:Users:hrdConcordia:Dropbox:Concordia 2013:Print Content:Snail Mail:invitation footer updated 7-9.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hrdConcordia:Dropbox:Concordia 2013:Print Content:Snail Mail:invitation footer updated 7-9.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32403" cy="430048"/>
                  </a:xfrm>
                  <a:prstGeom prst="rect">
                    <a:avLst/>
                  </a:prstGeom>
                  <a:noFill/>
                  <a:ln>
                    <a:noFill/>
                  </a:ln>
                </pic:spPr>
              </pic:pic>
            </a:graphicData>
          </a:graphic>
        </wp:inline>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74E0D1" w14:textId="77777777" w:rsidR="00EA1C85" w:rsidRDefault="00EA1C85" w:rsidP="00793801">
      <w:r>
        <w:separator/>
      </w:r>
    </w:p>
  </w:footnote>
  <w:footnote w:type="continuationSeparator" w:id="0">
    <w:p w14:paraId="5451802B" w14:textId="77777777" w:rsidR="00EA1C85" w:rsidRDefault="00EA1C85" w:rsidP="0079380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7AC90A" w14:textId="77777777" w:rsidR="00260C22" w:rsidRDefault="00260C22" w:rsidP="00721101">
    <w:pPr>
      <w:pStyle w:val="Header"/>
      <w:jc w:val="center"/>
    </w:pPr>
    <w:r>
      <w:rPr>
        <w:noProof/>
      </w:rPr>
      <w:drawing>
        <wp:inline distT="0" distB="0" distL="0" distR="0" wp14:anchorId="4C733E65" wp14:editId="7C2D8D3E">
          <wp:extent cx="2280291" cy="1041445"/>
          <wp:effectExtent l="0" t="0" r="5715" b="0"/>
          <wp:docPr id="3" name="Picture 2" descr="Macintosh HD:Users:reeddunn:Dropbox:Concordia 2013:Branding:stacked logo.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reeddunn:Dropbox:Concordia 2013:Branding:stacked logo.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2179" cy="1042307"/>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16DA"/>
    <w:rsid w:val="00010DB8"/>
    <w:rsid w:val="0001294E"/>
    <w:rsid w:val="00023F07"/>
    <w:rsid w:val="00031248"/>
    <w:rsid w:val="00040361"/>
    <w:rsid w:val="00044FC1"/>
    <w:rsid w:val="000528A5"/>
    <w:rsid w:val="000543A9"/>
    <w:rsid w:val="000670C3"/>
    <w:rsid w:val="00071D60"/>
    <w:rsid w:val="0008081E"/>
    <w:rsid w:val="000813C3"/>
    <w:rsid w:val="00081471"/>
    <w:rsid w:val="000816E4"/>
    <w:rsid w:val="0008652E"/>
    <w:rsid w:val="00096C33"/>
    <w:rsid w:val="000A2AC3"/>
    <w:rsid w:val="000A7D1D"/>
    <w:rsid w:val="000B2171"/>
    <w:rsid w:val="000B4C78"/>
    <w:rsid w:val="000D20CD"/>
    <w:rsid w:val="000E233C"/>
    <w:rsid w:val="000E2ABD"/>
    <w:rsid w:val="000F35CF"/>
    <w:rsid w:val="000F3B2C"/>
    <w:rsid w:val="00113D9C"/>
    <w:rsid w:val="001227E6"/>
    <w:rsid w:val="001477C0"/>
    <w:rsid w:val="001500A0"/>
    <w:rsid w:val="00183330"/>
    <w:rsid w:val="00183CAE"/>
    <w:rsid w:val="00187E92"/>
    <w:rsid w:val="001934F9"/>
    <w:rsid w:val="001974EE"/>
    <w:rsid w:val="001B4AD6"/>
    <w:rsid w:val="001C323F"/>
    <w:rsid w:val="001C41A6"/>
    <w:rsid w:val="001D4C97"/>
    <w:rsid w:val="001E6E5D"/>
    <w:rsid w:val="001E72F6"/>
    <w:rsid w:val="001F0966"/>
    <w:rsid w:val="001F3ED7"/>
    <w:rsid w:val="00200DE2"/>
    <w:rsid w:val="00203855"/>
    <w:rsid w:val="00206BDB"/>
    <w:rsid w:val="002136BF"/>
    <w:rsid w:val="002249D8"/>
    <w:rsid w:val="00224B9A"/>
    <w:rsid w:val="002432CA"/>
    <w:rsid w:val="002452EB"/>
    <w:rsid w:val="00251913"/>
    <w:rsid w:val="0025267F"/>
    <w:rsid w:val="00256E04"/>
    <w:rsid w:val="00260C22"/>
    <w:rsid w:val="00263649"/>
    <w:rsid w:val="002747DF"/>
    <w:rsid w:val="00284346"/>
    <w:rsid w:val="00285A01"/>
    <w:rsid w:val="00286FC5"/>
    <w:rsid w:val="00287A1C"/>
    <w:rsid w:val="002917DB"/>
    <w:rsid w:val="00291E55"/>
    <w:rsid w:val="00292F9F"/>
    <w:rsid w:val="002974BA"/>
    <w:rsid w:val="002A3834"/>
    <w:rsid w:val="002A6643"/>
    <w:rsid w:val="002C1443"/>
    <w:rsid w:val="002C487E"/>
    <w:rsid w:val="002C6494"/>
    <w:rsid w:val="002C6E9C"/>
    <w:rsid w:val="002E1023"/>
    <w:rsid w:val="002E3911"/>
    <w:rsid w:val="002E7E92"/>
    <w:rsid w:val="002F27DA"/>
    <w:rsid w:val="00300595"/>
    <w:rsid w:val="00307148"/>
    <w:rsid w:val="0030721E"/>
    <w:rsid w:val="0032257A"/>
    <w:rsid w:val="00327D00"/>
    <w:rsid w:val="00340513"/>
    <w:rsid w:val="00352644"/>
    <w:rsid w:val="00355DFF"/>
    <w:rsid w:val="0037500A"/>
    <w:rsid w:val="00380515"/>
    <w:rsid w:val="003879A2"/>
    <w:rsid w:val="0039227D"/>
    <w:rsid w:val="00397A07"/>
    <w:rsid w:val="003A19A1"/>
    <w:rsid w:val="003B6617"/>
    <w:rsid w:val="003C19B8"/>
    <w:rsid w:val="003C37CF"/>
    <w:rsid w:val="003C4AA6"/>
    <w:rsid w:val="003D0BF0"/>
    <w:rsid w:val="003D26A6"/>
    <w:rsid w:val="003D564E"/>
    <w:rsid w:val="003E21FF"/>
    <w:rsid w:val="003E5E41"/>
    <w:rsid w:val="00405F19"/>
    <w:rsid w:val="00410ED0"/>
    <w:rsid w:val="004129FB"/>
    <w:rsid w:val="004151DF"/>
    <w:rsid w:val="00422877"/>
    <w:rsid w:val="004324A6"/>
    <w:rsid w:val="00436EBD"/>
    <w:rsid w:val="00444B54"/>
    <w:rsid w:val="004456AA"/>
    <w:rsid w:val="00446B49"/>
    <w:rsid w:val="00452617"/>
    <w:rsid w:val="00453A03"/>
    <w:rsid w:val="00453F30"/>
    <w:rsid w:val="00460F03"/>
    <w:rsid w:val="004715B2"/>
    <w:rsid w:val="00483F26"/>
    <w:rsid w:val="00491C53"/>
    <w:rsid w:val="00491CF1"/>
    <w:rsid w:val="0049225F"/>
    <w:rsid w:val="004954D7"/>
    <w:rsid w:val="004A197B"/>
    <w:rsid w:val="004A2E4C"/>
    <w:rsid w:val="004B232D"/>
    <w:rsid w:val="004B4164"/>
    <w:rsid w:val="004C772D"/>
    <w:rsid w:val="004D0034"/>
    <w:rsid w:val="004D60E4"/>
    <w:rsid w:val="004D6882"/>
    <w:rsid w:val="004D7637"/>
    <w:rsid w:val="004F32AF"/>
    <w:rsid w:val="00500143"/>
    <w:rsid w:val="00512755"/>
    <w:rsid w:val="00512804"/>
    <w:rsid w:val="00517FFC"/>
    <w:rsid w:val="00526B76"/>
    <w:rsid w:val="00537867"/>
    <w:rsid w:val="00542E5A"/>
    <w:rsid w:val="00557AD4"/>
    <w:rsid w:val="00571732"/>
    <w:rsid w:val="00571E7D"/>
    <w:rsid w:val="00582A6A"/>
    <w:rsid w:val="00584A32"/>
    <w:rsid w:val="0059459F"/>
    <w:rsid w:val="005A0DEE"/>
    <w:rsid w:val="005A2822"/>
    <w:rsid w:val="005A7C8F"/>
    <w:rsid w:val="005B0EED"/>
    <w:rsid w:val="005B2966"/>
    <w:rsid w:val="005B606A"/>
    <w:rsid w:val="005C0D8D"/>
    <w:rsid w:val="005C2F27"/>
    <w:rsid w:val="005D6FA4"/>
    <w:rsid w:val="005E3496"/>
    <w:rsid w:val="005E542A"/>
    <w:rsid w:val="005E5536"/>
    <w:rsid w:val="005E6DBB"/>
    <w:rsid w:val="005F0E9B"/>
    <w:rsid w:val="005F6E02"/>
    <w:rsid w:val="006069AF"/>
    <w:rsid w:val="0061003E"/>
    <w:rsid w:val="006128CF"/>
    <w:rsid w:val="00614D01"/>
    <w:rsid w:val="006422E7"/>
    <w:rsid w:val="00643A91"/>
    <w:rsid w:val="00651516"/>
    <w:rsid w:val="0065416C"/>
    <w:rsid w:val="00660A36"/>
    <w:rsid w:val="00661715"/>
    <w:rsid w:val="00665AC3"/>
    <w:rsid w:val="00667D82"/>
    <w:rsid w:val="006727D6"/>
    <w:rsid w:val="00674157"/>
    <w:rsid w:val="006751B7"/>
    <w:rsid w:val="00675A4C"/>
    <w:rsid w:val="006809B4"/>
    <w:rsid w:val="00690CE3"/>
    <w:rsid w:val="0069356E"/>
    <w:rsid w:val="00696B61"/>
    <w:rsid w:val="006A3611"/>
    <w:rsid w:val="006A4CE7"/>
    <w:rsid w:val="006A4F7D"/>
    <w:rsid w:val="006B3658"/>
    <w:rsid w:val="006B41DE"/>
    <w:rsid w:val="006C30C9"/>
    <w:rsid w:val="006D16E8"/>
    <w:rsid w:val="006D78AB"/>
    <w:rsid w:val="006E23BA"/>
    <w:rsid w:val="006E32C2"/>
    <w:rsid w:val="006E3C0B"/>
    <w:rsid w:val="006E5BE1"/>
    <w:rsid w:val="006E7EE8"/>
    <w:rsid w:val="006F1EC0"/>
    <w:rsid w:val="006F3896"/>
    <w:rsid w:val="007016DA"/>
    <w:rsid w:val="00702517"/>
    <w:rsid w:val="00705EF5"/>
    <w:rsid w:val="00721101"/>
    <w:rsid w:val="007272BB"/>
    <w:rsid w:val="0073098B"/>
    <w:rsid w:val="00737667"/>
    <w:rsid w:val="0074072B"/>
    <w:rsid w:val="00743330"/>
    <w:rsid w:val="00752964"/>
    <w:rsid w:val="00760D0A"/>
    <w:rsid w:val="00762329"/>
    <w:rsid w:val="007624C9"/>
    <w:rsid w:val="00764AB2"/>
    <w:rsid w:val="0078512F"/>
    <w:rsid w:val="0078545A"/>
    <w:rsid w:val="00786533"/>
    <w:rsid w:val="00793801"/>
    <w:rsid w:val="00794187"/>
    <w:rsid w:val="00797F22"/>
    <w:rsid w:val="007A2D79"/>
    <w:rsid w:val="007A77B7"/>
    <w:rsid w:val="007D4BCE"/>
    <w:rsid w:val="007E2118"/>
    <w:rsid w:val="007E50F1"/>
    <w:rsid w:val="007E553B"/>
    <w:rsid w:val="007E55FD"/>
    <w:rsid w:val="007F021D"/>
    <w:rsid w:val="007F08AE"/>
    <w:rsid w:val="007F4D30"/>
    <w:rsid w:val="007F62FB"/>
    <w:rsid w:val="0080026D"/>
    <w:rsid w:val="0080783F"/>
    <w:rsid w:val="008115CF"/>
    <w:rsid w:val="00811B04"/>
    <w:rsid w:val="008170CC"/>
    <w:rsid w:val="00823D1F"/>
    <w:rsid w:val="008248C7"/>
    <w:rsid w:val="008308D2"/>
    <w:rsid w:val="00832395"/>
    <w:rsid w:val="008346BD"/>
    <w:rsid w:val="00836863"/>
    <w:rsid w:val="0084771F"/>
    <w:rsid w:val="00853436"/>
    <w:rsid w:val="00860C19"/>
    <w:rsid w:val="0087072F"/>
    <w:rsid w:val="00871586"/>
    <w:rsid w:val="008824FF"/>
    <w:rsid w:val="00883F54"/>
    <w:rsid w:val="00887589"/>
    <w:rsid w:val="00893483"/>
    <w:rsid w:val="00893E91"/>
    <w:rsid w:val="00895F88"/>
    <w:rsid w:val="008A4C9D"/>
    <w:rsid w:val="008B5F16"/>
    <w:rsid w:val="008C0008"/>
    <w:rsid w:val="008C15A2"/>
    <w:rsid w:val="008C3309"/>
    <w:rsid w:val="008D7152"/>
    <w:rsid w:val="008E3DD4"/>
    <w:rsid w:val="008E445C"/>
    <w:rsid w:val="008F5989"/>
    <w:rsid w:val="008F72BF"/>
    <w:rsid w:val="008F7775"/>
    <w:rsid w:val="00903EC9"/>
    <w:rsid w:val="0090688C"/>
    <w:rsid w:val="00914975"/>
    <w:rsid w:val="009167CD"/>
    <w:rsid w:val="00916C84"/>
    <w:rsid w:val="009268A7"/>
    <w:rsid w:val="00935BF5"/>
    <w:rsid w:val="00936B60"/>
    <w:rsid w:val="00961827"/>
    <w:rsid w:val="009619D8"/>
    <w:rsid w:val="009650E1"/>
    <w:rsid w:val="00965334"/>
    <w:rsid w:val="00975630"/>
    <w:rsid w:val="009811DD"/>
    <w:rsid w:val="00982318"/>
    <w:rsid w:val="00985BAC"/>
    <w:rsid w:val="009A6729"/>
    <w:rsid w:val="009B479F"/>
    <w:rsid w:val="009B678C"/>
    <w:rsid w:val="009C162A"/>
    <w:rsid w:val="009C7B42"/>
    <w:rsid w:val="009D07F3"/>
    <w:rsid w:val="009D5D5D"/>
    <w:rsid w:val="009F1196"/>
    <w:rsid w:val="009F44F2"/>
    <w:rsid w:val="00A11DC6"/>
    <w:rsid w:val="00A215F4"/>
    <w:rsid w:val="00A228C5"/>
    <w:rsid w:val="00A2303E"/>
    <w:rsid w:val="00A25AC3"/>
    <w:rsid w:val="00A41893"/>
    <w:rsid w:val="00A66F9E"/>
    <w:rsid w:val="00A71AA8"/>
    <w:rsid w:val="00A737E7"/>
    <w:rsid w:val="00AA3546"/>
    <w:rsid w:val="00AB1B87"/>
    <w:rsid w:val="00AB4763"/>
    <w:rsid w:val="00AC001B"/>
    <w:rsid w:val="00AC1C7C"/>
    <w:rsid w:val="00AD799F"/>
    <w:rsid w:val="00AE1C41"/>
    <w:rsid w:val="00AE7C6C"/>
    <w:rsid w:val="00AE7C9F"/>
    <w:rsid w:val="00AF0265"/>
    <w:rsid w:val="00AF142F"/>
    <w:rsid w:val="00AF1A14"/>
    <w:rsid w:val="00AF3199"/>
    <w:rsid w:val="00B06C88"/>
    <w:rsid w:val="00B107AB"/>
    <w:rsid w:val="00B11967"/>
    <w:rsid w:val="00B13974"/>
    <w:rsid w:val="00B35A12"/>
    <w:rsid w:val="00B418DF"/>
    <w:rsid w:val="00B427A3"/>
    <w:rsid w:val="00B45668"/>
    <w:rsid w:val="00B50A59"/>
    <w:rsid w:val="00B51BC1"/>
    <w:rsid w:val="00B62053"/>
    <w:rsid w:val="00B66D77"/>
    <w:rsid w:val="00B764B8"/>
    <w:rsid w:val="00B83337"/>
    <w:rsid w:val="00B834EB"/>
    <w:rsid w:val="00B86E6F"/>
    <w:rsid w:val="00B96346"/>
    <w:rsid w:val="00B96F6C"/>
    <w:rsid w:val="00BA16DA"/>
    <w:rsid w:val="00BA1FB0"/>
    <w:rsid w:val="00BA4914"/>
    <w:rsid w:val="00BB1690"/>
    <w:rsid w:val="00BD6C4C"/>
    <w:rsid w:val="00BD7CEA"/>
    <w:rsid w:val="00BE116E"/>
    <w:rsid w:val="00BE2B55"/>
    <w:rsid w:val="00BF0478"/>
    <w:rsid w:val="00BF21AF"/>
    <w:rsid w:val="00BF6347"/>
    <w:rsid w:val="00BF7E1D"/>
    <w:rsid w:val="00C017A3"/>
    <w:rsid w:val="00C07A8A"/>
    <w:rsid w:val="00C12F40"/>
    <w:rsid w:val="00C1324D"/>
    <w:rsid w:val="00C13913"/>
    <w:rsid w:val="00C169F1"/>
    <w:rsid w:val="00C22E02"/>
    <w:rsid w:val="00C25CB1"/>
    <w:rsid w:val="00C26221"/>
    <w:rsid w:val="00C43E18"/>
    <w:rsid w:val="00C55DAA"/>
    <w:rsid w:val="00C563AE"/>
    <w:rsid w:val="00C84B63"/>
    <w:rsid w:val="00CA5DE7"/>
    <w:rsid w:val="00CB2399"/>
    <w:rsid w:val="00CB6639"/>
    <w:rsid w:val="00CC2333"/>
    <w:rsid w:val="00CC2546"/>
    <w:rsid w:val="00CC38F0"/>
    <w:rsid w:val="00CD2770"/>
    <w:rsid w:val="00CD6D63"/>
    <w:rsid w:val="00CD6FD9"/>
    <w:rsid w:val="00CE4C25"/>
    <w:rsid w:val="00D0006A"/>
    <w:rsid w:val="00D0092B"/>
    <w:rsid w:val="00D04A0E"/>
    <w:rsid w:val="00D06E18"/>
    <w:rsid w:val="00D07E0F"/>
    <w:rsid w:val="00D13822"/>
    <w:rsid w:val="00D1632B"/>
    <w:rsid w:val="00D2077A"/>
    <w:rsid w:val="00D20877"/>
    <w:rsid w:val="00D30864"/>
    <w:rsid w:val="00D3599B"/>
    <w:rsid w:val="00D411C6"/>
    <w:rsid w:val="00D43B11"/>
    <w:rsid w:val="00D455C2"/>
    <w:rsid w:val="00D66D46"/>
    <w:rsid w:val="00D84D1B"/>
    <w:rsid w:val="00D86081"/>
    <w:rsid w:val="00D91CF5"/>
    <w:rsid w:val="00D93635"/>
    <w:rsid w:val="00D948F9"/>
    <w:rsid w:val="00DA5792"/>
    <w:rsid w:val="00DB1614"/>
    <w:rsid w:val="00DB17AF"/>
    <w:rsid w:val="00DB2B20"/>
    <w:rsid w:val="00DB641C"/>
    <w:rsid w:val="00DB6F97"/>
    <w:rsid w:val="00DC0DF5"/>
    <w:rsid w:val="00DC67E4"/>
    <w:rsid w:val="00DC7AD9"/>
    <w:rsid w:val="00DD5BB1"/>
    <w:rsid w:val="00DE0B92"/>
    <w:rsid w:val="00DE6CEC"/>
    <w:rsid w:val="00DE72CF"/>
    <w:rsid w:val="00DF05F3"/>
    <w:rsid w:val="00DF4F34"/>
    <w:rsid w:val="00DF622F"/>
    <w:rsid w:val="00DF73BC"/>
    <w:rsid w:val="00E11329"/>
    <w:rsid w:val="00E147CE"/>
    <w:rsid w:val="00E2275E"/>
    <w:rsid w:val="00E23098"/>
    <w:rsid w:val="00E248DC"/>
    <w:rsid w:val="00E36389"/>
    <w:rsid w:val="00E36628"/>
    <w:rsid w:val="00E371F2"/>
    <w:rsid w:val="00E431AD"/>
    <w:rsid w:val="00E43CA1"/>
    <w:rsid w:val="00E44AAB"/>
    <w:rsid w:val="00E44BE7"/>
    <w:rsid w:val="00E545DC"/>
    <w:rsid w:val="00E62377"/>
    <w:rsid w:val="00E6298F"/>
    <w:rsid w:val="00E63276"/>
    <w:rsid w:val="00E67069"/>
    <w:rsid w:val="00E704FF"/>
    <w:rsid w:val="00E71053"/>
    <w:rsid w:val="00E71AFC"/>
    <w:rsid w:val="00E726B0"/>
    <w:rsid w:val="00E74B7D"/>
    <w:rsid w:val="00E806C5"/>
    <w:rsid w:val="00E80BB1"/>
    <w:rsid w:val="00E86AEA"/>
    <w:rsid w:val="00E87A3A"/>
    <w:rsid w:val="00E94E50"/>
    <w:rsid w:val="00E9507A"/>
    <w:rsid w:val="00E95424"/>
    <w:rsid w:val="00E954FD"/>
    <w:rsid w:val="00EA1C85"/>
    <w:rsid w:val="00EA4906"/>
    <w:rsid w:val="00EA5E50"/>
    <w:rsid w:val="00EB1EAC"/>
    <w:rsid w:val="00EB41A1"/>
    <w:rsid w:val="00EB5525"/>
    <w:rsid w:val="00EB68AC"/>
    <w:rsid w:val="00EC2FCE"/>
    <w:rsid w:val="00EC4A47"/>
    <w:rsid w:val="00ED259C"/>
    <w:rsid w:val="00EE1B8A"/>
    <w:rsid w:val="00EE5D6A"/>
    <w:rsid w:val="00EE6C07"/>
    <w:rsid w:val="00EF36E3"/>
    <w:rsid w:val="00EF7371"/>
    <w:rsid w:val="00F03C8C"/>
    <w:rsid w:val="00F062DC"/>
    <w:rsid w:val="00F1086B"/>
    <w:rsid w:val="00F3000D"/>
    <w:rsid w:val="00F371F3"/>
    <w:rsid w:val="00F4702E"/>
    <w:rsid w:val="00F47800"/>
    <w:rsid w:val="00F55A2F"/>
    <w:rsid w:val="00F57AD0"/>
    <w:rsid w:val="00F62F2A"/>
    <w:rsid w:val="00F63123"/>
    <w:rsid w:val="00F644C8"/>
    <w:rsid w:val="00F65637"/>
    <w:rsid w:val="00F7119C"/>
    <w:rsid w:val="00F82593"/>
    <w:rsid w:val="00F833F6"/>
    <w:rsid w:val="00F93F72"/>
    <w:rsid w:val="00FA380C"/>
    <w:rsid w:val="00FA3830"/>
    <w:rsid w:val="00FA4A96"/>
    <w:rsid w:val="00FA66BB"/>
    <w:rsid w:val="00FB7A65"/>
    <w:rsid w:val="00FC0D06"/>
    <w:rsid w:val="00FC1462"/>
    <w:rsid w:val="00FC2534"/>
    <w:rsid w:val="00FC3C0A"/>
    <w:rsid w:val="00FC5E75"/>
    <w:rsid w:val="00FC5F29"/>
    <w:rsid w:val="00FE50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8222F4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107AB"/>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B107AB"/>
    <w:rPr>
      <w:color w:val="0000FF"/>
      <w:u w:val="single"/>
    </w:rPr>
  </w:style>
  <w:style w:type="paragraph" w:styleId="Header">
    <w:name w:val="header"/>
    <w:basedOn w:val="Normal"/>
    <w:link w:val="HeaderChar"/>
    <w:uiPriority w:val="99"/>
    <w:unhideWhenUsed/>
    <w:rsid w:val="00793801"/>
    <w:pPr>
      <w:tabs>
        <w:tab w:val="center" w:pos="4320"/>
        <w:tab w:val="right" w:pos="8640"/>
      </w:tabs>
    </w:pPr>
  </w:style>
  <w:style w:type="character" w:customStyle="1" w:styleId="HeaderChar">
    <w:name w:val="Header Char"/>
    <w:basedOn w:val="DefaultParagraphFont"/>
    <w:link w:val="Header"/>
    <w:uiPriority w:val="99"/>
    <w:rsid w:val="00793801"/>
  </w:style>
  <w:style w:type="paragraph" w:styleId="Footer">
    <w:name w:val="footer"/>
    <w:basedOn w:val="Normal"/>
    <w:link w:val="FooterChar"/>
    <w:uiPriority w:val="99"/>
    <w:unhideWhenUsed/>
    <w:rsid w:val="00793801"/>
    <w:pPr>
      <w:tabs>
        <w:tab w:val="center" w:pos="4320"/>
        <w:tab w:val="right" w:pos="8640"/>
      </w:tabs>
    </w:pPr>
  </w:style>
  <w:style w:type="character" w:customStyle="1" w:styleId="FooterChar">
    <w:name w:val="Footer Char"/>
    <w:basedOn w:val="DefaultParagraphFont"/>
    <w:link w:val="Footer"/>
    <w:uiPriority w:val="99"/>
    <w:rsid w:val="00793801"/>
  </w:style>
  <w:style w:type="paragraph" w:styleId="BalloonText">
    <w:name w:val="Balloon Text"/>
    <w:basedOn w:val="Normal"/>
    <w:link w:val="BalloonTextChar"/>
    <w:uiPriority w:val="99"/>
    <w:semiHidden/>
    <w:unhideWhenUsed/>
    <w:rsid w:val="0079380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3801"/>
    <w:rPr>
      <w:rFonts w:ascii="Segoe UI" w:hAnsi="Segoe UI" w:cs="Segoe UI"/>
      <w:sz w:val="18"/>
      <w:szCs w:val="18"/>
    </w:rPr>
  </w:style>
  <w:style w:type="character" w:customStyle="1" w:styleId="apple-converted-space">
    <w:name w:val="apple-converted-space"/>
    <w:basedOn w:val="DefaultParagraphFont"/>
    <w:rsid w:val="004715B2"/>
  </w:style>
  <w:style w:type="character" w:styleId="CommentReference">
    <w:name w:val="annotation reference"/>
    <w:basedOn w:val="DefaultParagraphFont"/>
    <w:uiPriority w:val="99"/>
    <w:semiHidden/>
    <w:unhideWhenUsed/>
    <w:rsid w:val="00A41893"/>
    <w:rPr>
      <w:sz w:val="18"/>
      <w:szCs w:val="18"/>
    </w:rPr>
  </w:style>
  <w:style w:type="paragraph" w:styleId="CommentText">
    <w:name w:val="annotation text"/>
    <w:basedOn w:val="Normal"/>
    <w:link w:val="CommentTextChar"/>
    <w:uiPriority w:val="99"/>
    <w:semiHidden/>
    <w:unhideWhenUsed/>
    <w:rsid w:val="00A41893"/>
  </w:style>
  <w:style w:type="character" w:customStyle="1" w:styleId="CommentTextChar">
    <w:name w:val="Comment Text Char"/>
    <w:basedOn w:val="DefaultParagraphFont"/>
    <w:link w:val="CommentText"/>
    <w:uiPriority w:val="99"/>
    <w:semiHidden/>
    <w:rsid w:val="00A41893"/>
  </w:style>
  <w:style w:type="paragraph" w:styleId="CommentSubject">
    <w:name w:val="annotation subject"/>
    <w:basedOn w:val="CommentText"/>
    <w:next w:val="CommentText"/>
    <w:link w:val="CommentSubjectChar"/>
    <w:uiPriority w:val="99"/>
    <w:semiHidden/>
    <w:unhideWhenUsed/>
    <w:rsid w:val="00A41893"/>
    <w:rPr>
      <w:b/>
      <w:bCs/>
      <w:sz w:val="20"/>
      <w:szCs w:val="20"/>
    </w:rPr>
  </w:style>
  <w:style w:type="character" w:customStyle="1" w:styleId="CommentSubjectChar">
    <w:name w:val="Comment Subject Char"/>
    <w:basedOn w:val="CommentTextChar"/>
    <w:link w:val="CommentSubject"/>
    <w:uiPriority w:val="99"/>
    <w:semiHidden/>
    <w:rsid w:val="00A4189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935528">
      <w:bodyDiv w:val="1"/>
      <w:marLeft w:val="0"/>
      <w:marRight w:val="0"/>
      <w:marTop w:val="0"/>
      <w:marBottom w:val="0"/>
      <w:divBdr>
        <w:top w:val="none" w:sz="0" w:space="0" w:color="auto"/>
        <w:left w:val="none" w:sz="0" w:space="0" w:color="auto"/>
        <w:bottom w:val="none" w:sz="0" w:space="0" w:color="auto"/>
        <w:right w:val="none" w:sz="0" w:space="0" w:color="auto"/>
      </w:divBdr>
    </w:div>
    <w:div w:id="323506915">
      <w:bodyDiv w:val="1"/>
      <w:marLeft w:val="0"/>
      <w:marRight w:val="0"/>
      <w:marTop w:val="0"/>
      <w:marBottom w:val="0"/>
      <w:divBdr>
        <w:top w:val="none" w:sz="0" w:space="0" w:color="auto"/>
        <w:left w:val="none" w:sz="0" w:space="0" w:color="auto"/>
        <w:bottom w:val="none" w:sz="0" w:space="0" w:color="auto"/>
        <w:right w:val="none" w:sz="0" w:space="0" w:color="auto"/>
      </w:divBdr>
      <w:divsChild>
        <w:div w:id="42850632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862422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74077711">
                  <w:marLeft w:val="0"/>
                  <w:marRight w:val="0"/>
                  <w:marTop w:val="0"/>
                  <w:marBottom w:val="0"/>
                  <w:divBdr>
                    <w:top w:val="none" w:sz="0" w:space="0" w:color="auto"/>
                    <w:left w:val="none" w:sz="0" w:space="0" w:color="auto"/>
                    <w:bottom w:val="none" w:sz="0" w:space="0" w:color="auto"/>
                    <w:right w:val="none" w:sz="0" w:space="0" w:color="auto"/>
                  </w:divBdr>
                  <w:divsChild>
                    <w:div w:id="797574104">
                      <w:marLeft w:val="0"/>
                      <w:marRight w:val="0"/>
                      <w:marTop w:val="0"/>
                      <w:marBottom w:val="0"/>
                      <w:divBdr>
                        <w:top w:val="none" w:sz="0" w:space="0" w:color="auto"/>
                        <w:left w:val="none" w:sz="0" w:space="0" w:color="auto"/>
                        <w:bottom w:val="none" w:sz="0" w:space="0" w:color="auto"/>
                        <w:right w:val="none" w:sz="0" w:space="0" w:color="auto"/>
                      </w:divBdr>
                      <w:divsChild>
                        <w:div w:id="79376769">
                          <w:marLeft w:val="0"/>
                          <w:marRight w:val="0"/>
                          <w:marTop w:val="0"/>
                          <w:marBottom w:val="0"/>
                          <w:divBdr>
                            <w:top w:val="none" w:sz="0" w:space="0" w:color="auto"/>
                            <w:left w:val="none" w:sz="0" w:space="0" w:color="auto"/>
                            <w:bottom w:val="none" w:sz="0" w:space="0" w:color="auto"/>
                            <w:right w:val="none" w:sz="0" w:space="0" w:color="auto"/>
                          </w:divBdr>
                        </w:div>
                        <w:div w:id="1193806923">
                          <w:marLeft w:val="0"/>
                          <w:marRight w:val="0"/>
                          <w:marTop w:val="0"/>
                          <w:marBottom w:val="0"/>
                          <w:divBdr>
                            <w:top w:val="none" w:sz="0" w:space="0" w:color="auto"/>
                            <w:left w:val="none" w:sz="0" w:space="0" w:color="auto"/>
                            <w:bottom w:val="none" w:sz="0" w:space="0" w:color="auto"/>
                            <w:right w:val="none" w:sz="0" w:space="0" w:color="auto"/>
                          </w:divBdr>
                        </w:div>
                        <w:div w:id="727145843">
                          <w:marLeft w:val="0"/>
                          <w:marRight w:val="0"/>
                          <w:marTop w:val="0"/>
                          <w:marBottom w:val="0"/>
                          <w:divBdr>
                            <w:top w:val="none" w:sz="0" w:space="0" w:color="auto"/>
                            <w:left w:val="none" w:sz="0" w:space="0" w:color="auto"/>
                            <w:bottom w:val="none" w:sz="0" w:space="0" w:color="auto"/>
                            <w:right w:val="none" w:sz="0" w:space="0" w:color="auto"/>
                          </w:divBdr>
                        </w:div>
                      </w:divsChild>
                    </w:div>
                    <w:div w:id="1746222676">
                      <w:marLeft w:val="0"/>
                      <w:marRight w:val="0"/>
                      <w:marTop w:val="30"/>
                      <w:marBottom w:val="0"/>
                      <w:divBdr>
                        <w:top w:val="none" w:sz="0" w:space="0" w:color="auto"/>
                        <w:left w:val="none" w:sz="0" w:space="0" w:color="auto"/>
                        <w:bottom w:val="none" w:sz="0" w:space="0" w:color="auto"/>
                        <w:right w:val="none" w:sz="0" w:space="0" w:color="auto"/>
                      </w:divBdr>
                      <w:divsChild>
                        <w:div w:id="196967659">
                          <w:marLeft w:val="0"/>
                          <w:marRight w:val="0"/>
                          <w:marTop w:val="0"/>
                          <w:marBottom w:val="0"/>
                          <w:divBdr>
                            <w:top w:val="none" w:sz="0" w:space="0" w:color="auto"/>
                            <w:left w:val="none" w:sz="0" w:space="0" w:color="auto"/>
                            <w:bottom w:val="none" w:sz="0" w:space="0" w:color="auto"/>
                            <w:right w:val="none" w:sz="0" w:space="0" w:color="auto"/>
                          </w:divBdr>
                        </w:div>
                      </w:divsChild>
                    </w:div>
                    <w:div w:id="1133642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6307597">
      <w:bodyDiv w:val="1"/>
      <w:marLeft w:val="0"/>
      <w:marRight w:val="0"/>
      <w:marTop w:val="0"/>
      <w:marBottom w:val="0"/>
      <w:divBdr>
        <w:top w:val="none" w:sz="0" w:space="0" w:color="auto"/>
        <w:left w:val="none" w:sz="0" w:space="0" w:color="auto"/>
        <w:bottom w:val="none" w:sz="0" w:space="0" w:color="auto"/>
        <w:right w:val="none" w:sz="0" w:space="0" w:color="auto"/>
      </w:divBdr>
    </w:div>
    <w:div w:id="607541801">
      <w:bodyDiv w:val="1"/>
      <w:marLeft w:val="0"/>
      <w:marRight w:val="0"/>
      <w:marTop w:val="0"/>
      <w:marBottom w:val="0"/>
      <w:divBdr>
        <w:top w:val="none" w:sz="0" w:space="0" w:color="auto"/>
        <w:left w:val="none" w:sz="0" w:space="0" w:color="auto"/>
        <w:bottom w:val="none" w:sz="0" w:space="0" w:color="auto"/>
        <w:right w:val="none" w:sz="0" w:space="0" w:color="auto"/>
      </w:divBdr>
    </w:div>
    <w:div w:id="753169593">
      <w:bodyDiv w:val="1"/>
      <w:marLeft w:val="0"/>
      <w:marRight w:val="0"/>
      <w:marTop w:val="0"/>
      <w:marBottom w:val="0"/>
      <w:divBdr>
        <w:top w:val="none" w:sz="0" w:space="0" w:color="auto"/>
        <w:left w:val="none" w:sz="0" w:space="0" w:color="auto"/>
        <w:bottom w:val="none" w:sz="0" w:space="0" w:color="auto"/>
        <w:right w:val="none" w:sz="0" w:space="0" w:color="auto"/>
      </w:divBdr>
    </w:div>
    <w:div w:id="924145809">
      <w:bodyDiv w:val="1"/>
      <w:marLeft w:val="0"/>
      <w:marRight w:val="0"/>
      <w:marTop w:val="0"/>
      <w:marBottom w:val="0"/>
      <w:divBdr>
        <w:top w:val="none" w:sz="0" w:space="0" w:color="auto"/>
        <w:left w:val="none" w:sz="0" w:space="0" w:color="auto"/>
        <w:bottom w:val="none" w:sz="0" w:space="0" w:color="auto"/>
        <w:right w:val="none" w:sz="0" w:space="0" w:color="auto"/>
      </w:divBdr>
      <w:divsChild>
        <w:div w:id="1047998162">
          <w:marLeft w:val="0"/>
          <w:marRight w:val="0"/>
          <w:marTop w:val="0"/>
          <w:marBottom w:val="0"/>
          <w:divBdr>
            <w:top w:val="none" w:sz="0" w:space="0" w:color="auto"/>
            <w:left w:val="none" w:sz="0" w:space="0" w:color="auto"/>
            <w:bottom w:val="none" w:sz="0" w:space="0" w:color="auto"/>
            <w:right w:val="none" w:sz="0" w:space="0" w:color="auto"/>
          </w:divBdr>
          <w:divsChild>
            <w:div w:id="1218712242">
              <w:marLeft w:val="0"/>
              <w:marRight w:val="0"/>
              <w:marTop w:val="0"/>
              <w:marBottom w:val="0"/>
              <w:divBdr>
                <w:top w:val="none" w:sz="0" w:space="0" w:color="auto"/>
                <w:left w:val="none" w:sz="0" w:space="0" w:color="auto"/>
                <w:bottom w:val="none" w:sz="0" w:space="0" w:color="auto"/>
                <w:right w:val="none" w:sz="0" w:space="0" w:color="auto"/>
              </w:divBdr>
              <w:divsChild>
                <w:div w:id="1375884045">
                  <w:marLeft w:val="0"/>
                  <w:marRight w:val="0"/>
                  <w:marTop w:val="0"/>
                  <w:marBottom w:val="0"/>
                  <w:divBdr>
                    <w:top w:val="none" w:sz="0" w:space="0" w:color="auto"/>
                    <w:left w:val="none" w:sz="0" w:space="0" w:color="auto"/>
                    <w:bottom w:val="none" w:sz="0" w:space="0" w:color="auto"/>
                    <w:right w:val="none" w:sz="0" w:space="0" w:color="auto"/>
                  </w:divBdr>
                  <w:divsChild>
                    <w:div w:id="1481196514">
                      <w:marLeft w:val="0"/>
                      <w:marRight w:val="0"/>
                      <w:marTop w:val="0"/>
                      <w:marBottom w:val="0"/>
                      <w:divBdr>
                        <w:top w:val="none" w:sz="0" w:space="0" w:color="auto"/>
                        <w:left w:val="none" w:sz="0" w:space="0" w:color="auto"/>
                        <w:bottom w:val="none" w:sz="0" w:space="0" w:color="auto"/>
                        <w:right w:val="none" w:sz="0" w:space="0" w:color="auto"/>
                      </w:divBdr>
                      <w:divsChild>
                        <w:div w:id="1403671987">
                          <w:marLeft w:val="0"/>
                          <w:marRight w:val="0"/>
                          <w:marTop w:val="0"/>
                          <w:marBottom w:val="0"/>
                          <w:divBdr>
                            <w:top w:val="none" w:sz="0" w:space="0" w:color="auto"/>
                            <w:left w:val="none" w:sz="0" w:space="0" w:color="auto"/>
                            <w:bottom w:val="none" w:sz="0" w:space="0" w:color="auto"/>
                            <w:right w:val="none" w:sz="0" w:space="0" w:color="auto"/>
                          </w:divBdr>
                          <w:divsChild>
                            <w:div w:id="1979990433">
                              <w:marLeft w:val="0"/>
                              <w:marRight w:val="0"/>
                              <w:marTop w:val="0"/>
                              <w:marBottom w:val="0"/>
                              <w:divBdr>
                                <w:top w:val="none" w:sz="0" w:space="0" w:color="auto"/>
                                <w:left w:val="none" w:sz="0" w:space="0" w:color="auto"/>
                                <w:bottom w:val="none" w:sz="0" w:space="0" w:color="auto"/>
                                <w:right w:val="none" w:sz="0" w:space="0" w:color="auto"/>
                              </w:divBdr>
                              <w:divsChild>
                                <w:div w:id="193463583">
                                  <w:marLeft w:val="0"/>
                                  <w:marRight w:val="0"/>
                                  <w:marTop w:val="0"/>
                                  <w:marBottom w:val="0"/>
                                  <w:divBdr>
                                    <w:top w:val="none" w:sz="0" w:space="0" w:color="auto"/>
                                    <w:left w:val="none" w:sz="0" w:space="0" w:color="auto"/>
                                    <w:bottom w:val="none" w:sz="0" w:space="0" w:color="auto"/>
                                    <w:right w:val="none" w:sz="0" w:space="0" w:color="auto"/>
                                  </w:divBdr>
                                  <w:divsChild>
                                    <w:div w:id="1701589950">
                                      <w:marLeft w:val="0"/>
                                      <w:marRight w:val="0"/>
                                      <w:marTop w:val="0"/>
                                      <w:marBottom w:val="0"/>
                                      <w:divBdr>
                                        <w:top w:val="none" w:sz="0" w:space="0" w:color="auto"/>
                                        <w:left w:val="none" w:sz="0" w:space="0" w:color="auto"/>
                                        <w:bottom w:val="none" w:sz="0" w:space="0" w:color="auto"/>
                                        <w:right w:val="none" w:sz="0" w:space="0" w:color="auto"/>
                                      </w:divBdr>
                                      <w:divsChild>
                                        <w:div w:id="654262269">
                                          <w:marLeft w:val="0"/>
                                          <w:marRight w:val="0"/>
                                          <w:marTop w:val="0"/>
                                          <w:marBottom w:val="0"/>
                                          <w:divBdr>
                                            <w:top w:val="none" w:sz="0" w:space="0" w:color="auto"/>
                                            <w:left w:val="none" w:sz="0" w:space="0" w:color="auto"/>
                                            <w:bottom w:val="none" w:sz="0" w:space="0" w:color="auto"/>
                                            <w:right w:val="none" w:sz="0" w:space="0" w:color="auto"/>
                                          </w:divBdr>
                                          <w:divsChild>
                                            <w:div w:id="1613199583">
                                              <w:marLeft w:val="0"/>
                                              <w:marRight w:val="0"/>
                                              <w:marTop w:val="0"/>
                                              <w:marBottom w:val="0"/>
                                              <w:divBdr>
                                                <w:top w:val="none" w:sz="0" w:space="0" w:color="auto"/>
                                                <w:left w:val="none" w:sz="0" w:space="0" w:color="auto"/>
                                                <w:bottom w:val="none" w:sz="0" w:space="0" w:color="auto"/>
                                                <w:right w:val="none" w:sz="0" w:space="0" w:color="auto"/>
                                              </w:divBdr>
                                              <w:divsChild>
                                                <w:div w:id="10645718">
                                                  <w:marLeft w:val="0"/>
                                                  <w:marRight w:val="0"/>
                                                  <w:marTop w:val="0"/>
                                                  <w:marBottom w:val="0"/>
                                                  <w:divBdr>
                                                    <w:top w:val="none" w:sz="0" w:space="0" w:color="auto"/>
                                                    <w:left w:val="none" w:sz="0" w:space="0" w:color="auto"/>
                                                    <w:bottom w:val="none" w:sz="0" w:space="0" w:color="auto"/>
                                                    <w:right w:val="none" w:sz="0" w:space="0" w:color="auto"/>
                                                  </w:divBdr>
                                                  <w:divsChild>
                                                    <w:div w:id="413627403">
                                                      <w:marLeft w:val="0"/>
                                                      <w:marRight w:val="0"/>
                                                      <w:marTop w:val="0"/>
                                                      <w:marBottom w:val="0"/>
                                                      <w:divBdr>
                                                        <w:top w:val="none" w:sz="0" w:space="0" w:color="auto"/>
                                                        <w:left w:val="none" w:sz="0" w:space="0" w:color="auto"/>
                                                        <w:bottom w:val="none" w:sz="0" w:space="0" w:color="auto"/>
                                                        <w:right w:val="none" w:sz="0" w:space="0" w:color="auto"/>
                                                      </w:divBdr>
                                                      <w:divsChild>
                                                        <w:div w:id="992835540">
                                                          <w:marLeft w:val="0"/>
                                                          <w:marRight w:val="0"/>
                                                          <w:marTop w:val="0"/>
                                                          <w:marBottom w:val="0"/>
                                                          <w:divBdr>
                                                            <w:top w:val="none" w:sz="0" w:space="0" w:color="auto"/>
                                                            <w:left w:val="none" w:sz="0" w:space="0" w:color="auto"/>
                                                            <w:bottom w:val="none" w:sz="0" w:space="0" w:color="auto"/>
                                                            <w:right w:val="none" w:sz="0" w:space="0" w:color="auto"/>
                                                          </w:divBdr>
                                                          <w:divsChild>
                                                            <w:div w:id="518854863">
                                                              <w:marLeft w:val="0"/>
                                                              <w:marRight w:val="0"/>
                                                              <w:marTop w:val="0"/>
                                                              <w:marBottom w:val="0"/>
                                                              <w:divBdr>
                                                                <w:top w:val="none" w:sz="0" w:space="0" w:color="auto"/>
                                                                <w:left w:val="none" w:sz="0" w:space="0" w:color="auto"/>
                                                                <w:bottom w:val="none" w:sz="0" w:space="0" w:color="auto"/>
                                                                <w:right w:val="none" w:sz="0" w:space="0" w:color="auto"/>
                                                              </w:divBdr>
                                                              <w:divsChild>
                                                                <w:div w:id="267586068">
                                                                  <w:marLeft w:val="0"/>
                                                                  <w:marRight w:val="0"/>
                                                                  <w:marTop w:val="0"/>
                                                                  <w:marBottom w:val="0"/>
                                                                  <w:divBdr>
                                                                    <w:top w:val="none" w:sz="0" w:space="0" w:color="auto"/>
                                                                    <w:left w:val="none" w:sz="0" w:space="0" w:color="auto"/>
                                                                    <w:bottom w:val="none" w:sz="0" w:space="0" w:color="auto"/>
                                                                    <w:right w:val="none" w:sz="0" w:space="0" w:color="auto"/>
                                                                  </w:divBdr>
                                                                  <w:divsChild>
                                                                    <w:div w:id="1139810462">
                                                                      <w:marLeft w:val="0"/>
                                                                      <w:marRight w:val="0"/>
                                                                      <w:marTop w:val="0"/>
                                                                      <w:marBottom w:val="0"/>
                                                                      <w:divBdr>
                                                                        <w:top w:val="none" w:sz="0" w:space="0" w:color="auto"/>
                                                                        <w:left w:val="none" w:sz="0" w:space="0" w:color="auto"/>
                                                                        <w:bottom w:val="none" w:sz="0" w:space="0" w:color="auto"/>
                                                                        <w:right w:val="none" w:sz="0" w:space="0" w:color="auto"/>
                                                                      </w:divBdr>
                                                                      <w:divsChild>
                                                                        <w:div w:id="1931156046">
                                                                          <w:marLeft w:val="0"/>
                                                                          <w:marRight w:val="0"/>
                                                                          <w:marTop w:val="0"/>
                                                                          <w:marBottom w:val="0"/>
                                                                          <w:divBdr>
                                                                            <w:top w:val="none" w:sz="0" w:space="0" w:color="auto"/>
                                                                            <w:left w:val="none" w:sz="0" w:space="0" w:color="auto"/>
                                                                            <w:bottom w:val="none" w:sz="0" w:space="0" w:color="auto"/>
                                                                            <w:right w:val="none" w:sz="0" w:space="0" w:color="auto"/>
                                                                          </w:divBdr>
                                                                          <w:divsChild>
                                                                            <w:div w:id="882207921">
                                                                              <w:marLeft w:val="0"/>
                                                                              <w:marRight w:val="0"/>
                                                                              <w:marTop w:val="0"/>
                                                                              <w:marBottom w:val="0"/>
                                                                              <w:divBdr>
                                                                                <w:top w:val="none" w:sz="0" w:space="0" w:color="auto"/>
                                                                                <w:left w:val="none" w:sz="0" w:space="0" w:color="auto"/>
                                                                                <w:bottom w:val="none" w:sz="0" w:space="0" w:color="auto"/>
                                                                                <w:right w:val="none" w:sz="0" w:space="0" w:color="auto"/>
                                                                              </w:divBdr>
                                                                              <w:divsChild>
                                                                                <w:div w:id="671644528">
                                                                                  <w:marLeft w:val="0"/>
                                                                                  <w:marRight w:val="0"/>
                                                                                  <w:marTop w:val="0"/>
                                                                                  <w:marBottom w:val="0"/>
                                                                                  <w:divBdr>
                                                                                    <w:top w:val="none" w:sz="0" w:space="0" w:color="auto"/>
                                                                                    <w:left w:val="none" w:sz="0" w:space="0" w:color="auto"/>
                                                                                    <w:bottom w:val="none" w:sz="0" w:space="0" w:color="auto"/>
                                                                                    <w:right w:val="none" w:sz="0" w:space="0" w:color="auto"/>
                                                                                  </w:divBdr>
                                                                                  <w:divsChild>
                                                                                    <w:div w:id="343483859">
                                                                                      <w:marLeft w:val="0"/>
                                                                                      <w:marRight w:val="0"/>
                                                                                      <w:marTop w:val="0"/>
                                                                                      <w:marBottom w:val="0"/>
                                                                                      <w:divBdr>
                                                                                        <w:top w:val="none" w:sz="0" w:space="0" w:color="auto"/>
                                                                                        <w:left w:val="none" w:sz="0" w:space="0" w:color="auto"/>
                                                                                        <w:bottom w:val="none" w:sz="0" w:space="0" w:color="auto"/>
                                                                                        <w:right w:val="none" w:sz="0" w:space="0" w:color="auto"/>
                                                                                      </w:divBdr>
                                                                                      <w:divsChild>
                                                                                        <w:div w:id="1422217883">
                                                                                          <w:marLeft w:val="0"/>
                                                                                          <w:marRight w:val="0"/>
                                                                                          <w:marTop w:val="0"/>
                                                                                          <w:marBottom w:val="0"/>
                                                                                          <w:divBdr>
                                                                                            <w:top w:val="none" w:sz="0" w:space="0" w:color="auto"/>
                                                                                            <w:left w:val="none" w:sz="0" w:space="0" w:color="auto"/>
                                                                                            <w:bottom w:val="none" w:sz="0" w:space="0" w:color="auto"/>
                                                                                            <w:right w:val="none" w:sz="0" w:space="0" w:color="auto"/>
                                                                                          </w:divBdr>
                                                                                          <w:divsChild>
                                                                                            <w:div w:id="1457063865">
                                                                                              <w:marLeft w:val="0"/>
                                                                                              <w:marRight w:val="0"/>
                                                                                              <w:marTop w:val="0"/>
                                                                                              <w:marBottom w:val="0"/>
                                                                                              <w:divBdr>
                                                                                                <w:top w:val="none" w:sz="0" w:space="0" w:color="auto"/>
                                                                                                <w:left w:val="none" w:sz="0" w:space="0" w:color="auto"/>
                                                                                                <w:bottom w:val="none" w:sz="0" w:space="0" w:color="auto"/>
                                                                                                <w:right w:val="none" w:sz="0" w:space="0" w:color="auto"/>
                                                                                              </w:divBdr>
                                                                                              <w:divsChild>
                                                                                                <w:div w:id="441072032">
                                                                                                  <w:marLeft w:val="0"/>
                                                                                                  <w:marRight w:val="0"/>
                                                                                                  <w:marTop w:val="0"/>
                                                                                                  <w:marBottom w:val="0"/>
                                                                                                  <w:divBdr>
                                                                                                    <w:top w:val="none" w:sz="0" w:space="0" w:color="auto"/>
                                                                                                    <w:left w:val="none" w:sz="0" w:space="0" w:color="auto"/>
                                                                                                    <w:bottom w:val="none" w:sz="0" w:space="0" w:color="auto"/>
                                                                                                    <w:right w:val="none" w:sz="0" w:space="0" w:color="auto"/>
                                                                                                  </w:divBdr>
                                                                                                  <w:divsChild>
                                                                                                    <w:div w:id="1553300596">
                                                                                                      <w:marLeft w:val="0"/>
                                                                                                      <w:marRight w:val="0"/>
                                                                                                      <w:marTop w:val="0"/>
                                                                                                      <w:marBottom w:val="0"/>
                                                                                                      <w:divBdr>
                                                                                                        <w:top w:val="none" w:sz="0" w:space="0" w:color="auto"/>
                                                                                                        <w:left w:val="none" w:sz="0" w:space="0" w:color="auto"/>
                                                                                                        <w:bottom w:val="none" w:sz="0" w:space="0" w:color="auto"/>
                                                                                                        <w:right w:val="none" w:sz="0" w:space="0" w:color="auto"/>
                                                                                                      </w:divBdr>
                                                                                                      <w:divsChild>
                                                                                                        <w:div w:id="1404525593">
                                                                                                          <w:marLeft w:val="0"/>
                                                                                                          <w:marRight w:val="0"/>
                                                                                                          <w:marTop w:val="0"/>
                                                                                                          <w:marBottom w:val="0"/>
                                                                                                          <w:divBdr>
                                                                                                            <w:top w:val="none" w:sz="0" w:space="0" w:color="auto"/>
                                                                                                            <w:left w:val="none" w:sz="0" w:space="0" w:color="auto"/>
                                                                                                            <w:bottom w:val="none" w:sz="0" w:space="0" w:color="auto"/>
                                                                                                            <w:right w:val="none" w:sz="0" w:space="0" w:color="auto"/>
                                                                                                          </w:divBdr>
                                                                                                          <w:divsChild>
                                                                                                            <w:div w:id="751851688">
                                                                                                              <w:marLeft w:val="0"/>
                                                                                                              <w:marRight w:val="0"/>
                                                                                                              <w:marTop w:val="0"/>
                                                                                                              <w:marBottom w:val="0"/>
                                                                                                              <w:divBdr>
                                                                                                                <w:top w:val="none" w:sz="0" w:space="0" w:color="auto"/>
                                                                                                                <w:left w:val="none" w:sz="0" w:space="0" w:color="auto"/>
                                                                                                                <w:bottom w:val="none" w:sz="0" w:space="0" w:color="auto"/>
                                                                                                                <w:right w:val="none" w:sz="0" w:space="0" w:color="auto"/>
                                                                                                              </w:divBdr>
                                                                                                              <w:divsChild>
                                                                                                                <w:div w:id="1618217425">
                                                                                                                  <w:marLeft w:val="0"/>
                                                                                                                  <w:marRight w:val="0"/>
                                                                                                                  <w:marTop w:val="0"/>
                                                                                                                  <w:marBottom w:val="0"/>
                                                                                                                  <w:divBdr>
                                                                                                                    <w:top w:val="none" w:sz="0" w:space="0" w:color="auto"/>
                                                                                                                    <w:left w:val="none" w:sz="0" w:space="0" w:color="auto"/>
                                                                                                                    <w:bottom w:val="none" w:sz="0" w:space="0" w:color="auto"/>
                                                                                                                    <w:right w:val="none" w:sz="0" w:space="0" w:color="auto"/>
                                                                                                                  </w:divBdr>
                                                                                                                  <w:divsChild>
                                                                                                                    <w:div w:id="133373886">
                                                                                                                      <w:marLeft w:val="0"/>
                                                                                                                      <w:marRight w:val="0"/>
                                                                                                                      <w:marTop w:val="0"/>
                                                                                                                      <w:marBottom w:val="0"/>
                                                                                                                      <w:divBdr>
                                                                                                                        <w:top w:val="none" w:sz="0" w:space="0" w:color="auto"/>
                                                                                                                        <w:left w:val="none" w:sz="0" w:space="0" w:color="auto"/>
                                                                                                                        <w:bottom w:val="none" w:sz="0" w:space="0" w:color="auto"/>
                                                                                                                        <w:right w:val="none" w:sz="0" w:space="0" w:color="auto"/>
                                                                                                                      </w:divBdr>
                                                                                                                      <w:divsChild>
                                                                                                                        <w:div w:id="163131148">
                                                                                                                          <w:marLeft w:val="0"/>
                                                                                                                          <w:marRight w:val="0"/>
                                                                                                                          <w:marTop w:val="0"/>
                                                                                                                          <w:marBottom w:val="0"/>
                                                                                                                          <w:divBdr>
                                                                                                                            <w:top w:val="none" w:sz="0" w:space="0" w:color="auto"/>
                                                                                                                            <w:left w:val="none" w:sz="0" w:space="0" w:color="auto"/>
                                                                                                                            <w:bottom w:val="none" w:sz="0" w:space="0" w:color="auto"/>
                                                                                                                            <w:right w:val="none" w:sz="0" w:space="0" w:color="auto"/>
                                                                                                                          </w:divBdr>
                                                                                                                          <w:divsChild>
                                                                                                                            <w:div w:id="435291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85190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image" Target="media/image2.png"/><Relationship Id="rId9" Type="http://schemas.openxmlformats.org/officeDocument/2006/relationships/header" Target="header1.xml"/><Relationship Id="rId1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MalikahIWilliams:Library:Application%20Support:Microsoft:Office:User%20Templates:My%20Templates:Speaker%20Invitat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93386D-5A5F-C74C-B707-1DC8280CDE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 HD:Users:MalikahIWilliams:Library:Application Support:Microsoft:Office:User Templates:My Templates:Speaker Invitation.dotx</Template>
  <TotalTime>9</TotalTime>
  <Pages>1</Pages>
  <Words>280</Words>
  <Characters>1597</Characters>
  <Application>Microsoft Macintosh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Malikah</dc:creator>
  <cp:keywords/>
  <dc:description/>
  <cp:lastModifiedBy>Microsoft Office User</cp:lastModifiedBy>
  <cp:revision>3</cp:revision>
  <cp:lastPrinted>2016-07-26T23:06:00Z</cp:lastPrinted>
  <dcterms:created xsi:type="dcterms:W3CDTF">2016-09-06T22:51:00Z</dcterms:created>
  <dcterms:modified xsi:type="dcterms:W3CDTF">2016-09-06T22:59:00Z</dcterms:modified>
</cp:coreProperties>
</file>